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2C96" w:rsidR="006E5D65" w:rsidP="002D3375" w:rsidRDefault="00CD6897" w14:paraId="45DAD288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 w:rsidR="00D8678B">
        <w:rPr>
          <w:rFonts w:ascii="Corbel" w:hAnsi="Corbel"/>
          <w:bCs/>
          <w:i/>
        </w:rPr>
        <w:t xml:space="preserve">Załącznik nr </w:t>
      </w:r>
      <w:r w:rsidRPr="00D52C96" w:rsidR="006F31E2">
        <w:rPr>
          <w:rFonts w:ascii="Corbel" w:hAnsi="Corbel"/>
          <w:bCs/>
          <w:i/>
        </w:rPr>
        <w:t>1.5</w:t>
      </w:r>
      <w:r w:rsidRPr="00D52C96" w:rsidR="00D8678B">
        <w:rPr>
          <w:rFonts w:ascii="Corbel" w:hAnsi="Corbel"/>
          <w:bCs/>
          <w:i/>
        </w:rPr>
        <w:t xml:space="preserve"> do Zarządzenia</w:t>
      </w:r>
      <w:r w:rsidRPr="00D52C96" w:rsidR="002A22BF">
        <w:rPr>
          <w:rFonts w:ascii="Corbel" w:hAnsi="Corbel"/>
          <w:bCs/>
          <w:i/>
        </w:rPr>
        <w:t xml:space="preserve"> Rektora </w:t>
      </w:r>
      <w:proofErr w:type="spellStart"/>
      <w:r w:rsidRPr="00D52C96" w:rsidR="002A22BF">
        <w:rPr>
          <w:rFonts w:ascii="Corbel" w:hAnsi="Corbel"/>
          <w:bCs/>
          <w:i/>
        </w:rPr>
        <w:t>UR</w:t>
      </w:r>
      <w:proofErr w:type="spellEnd"/>
      <w:r w:rsidRPr="00D52C96" w:rsidR="002A22BF">
        <w:rPr>
          <w:rFonts w:ascii="Corbel" w:hAnsi="Corbel"/>
          <w:bCs/>
          <w:i/>
        </w:rPr>
        <w:t xml:space="preserve"> </w:t>
      </w:r>
      <w:r w:rsidRPr="00D52C96">
        <w:rPr>
          <w:rFonts w:ascii="Corbel" w:hAnsi="Corbel"/>
          <w:bCs/>
          <w:i/>
        </w:rPr>
        <w:t xml:space="preserve"> nr </w:t>
      </w:r>
      <w:r w:rsidRPr="00D52C96" w:rsidR="00F17567">
        <w:rPr>
          <w:rFonts w:ascii="Corbel" w:hAnsi="Corbel"/>
          <w:bCs/>
          <w:i/>
        </w:rPr>
        <w:t>12/2019</w:t>
      </w:r>
    </w:p>
    <w:p w:rsidRPr="00D52C96" w:rsidR="0085747A" w:rsidP="009C54AE" w:rsidRDefault="0085747A" w14:paraId="76CB7A0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SYLABUS</w:t>
      </w:r>
    </w:p>
    <w:p w:rsidRPr="00D52C96" w:rsidR="00DC6D0C" w:rsidP="003823BE" w:rsidRDefault="0071620A" w14:paraId="1BE067E7" w14:textId="5A0F773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dotyczy cyklu kształcenia</w:t>
      </w:r>
      <w:r w:rsidRPr="00D52C96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E9340E">
        <w:rPr>
          <w:rFonts w:ascii="Corbel" w:hAnsi="Corbel"/>
          <w:i/>
          <w:smallCaps/>
          <w:sz w:val="24"/>
          <w:szCs w:val="24"/>
        </w:rPr>
        <w:t>2022-2025</w:t>
      </w:r>
    </w:p>
    <w:p w:rsidRPr="00D52C96" w:rsidR="00445970" w:rsidP="00182C9E" w:rsidRDefault="00445970" w14:paraId="6A743604" w14:textId="3980B2D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2C96">
        <w:rPr>
          <w:rFonts w:ascii="Corbel" w:hAnsi="Corbel"/>
          <w:sz w:val="20"/>
          <w:szCs w:val="20"/>
        </w:rPr>
        <w:t xml:space="preserve">Rok akademicki   </w:t>
      </w:r>
      <w:r w:rsidRPr="00D52C96" w:rsidR="00182C9E">
        <w:rPr>
          <w:rFonts w:ascii="Corbel" w:hAnsi="Corbel"/>
          <w:sz w:val="20"/>
          <w:szCs w:val="20"/>
        </w:rPr>
        <w:t>202</w:t>
      </w:r>
      <w:r w:rsidR="00E9340E">
        <w:rPr>
          <w:rFonts w:ascii="Corbel" w:hAnsi="Corbel"/>
          <w:sz w:val="20"/>
          <w:szCs w:val="20"/>
        </w:rPr>
        <w:t>4</w:t>
      </w:r>
      <w:r w:rsidRPr="00D52C96" w:rsidR="00182C9E">
        <w:rPr>
          <w:rFonts w:ascii="Corbel" w:hAnsi="Corbel"/>
          <w:sz w:val="20"/>
          <w:szCs w:val="20"/>
        </w:rPr>
        <w:t>/202</w:t>
      </w:r>
      <w:r w:rsidR="00E9340E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D52C96" w:rsidR="0085747A" w:rsidP="009C54AE" w:rsidRDefault="0085747A" w14:paraId="074920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2C96" w:rsidR="0085747A" w:rsidP="009C54AE" w:rsidRDefault="0071620A" w14:paraId="1B6DE1C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1. </w:t>
      </w:r>
      <w:r w:rsidRPr="00D52C96" w:rsidR="0085747A">
        <w:rPr>
          <w:rFonts w:ascii="Corbel" w:hAnsi="Corbel"/>
          <w:szCs w:val="24"/>
        </w:rPr>
        <w:t xml:space="preserve">Podstawowe </w:t>
      </w:r>
      <w:r w:rsidRPr="00D52C96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52C96" w:rsidR="00D52C96" w:rsidTr="4931FC49" w14:paraId="0ABA8A78" w14:textId="77777777">
        <w:tc>
          <w:tcPr>
            <w:tcW w:w="2694" w:type="dxa"/>
            <w:tcMar/>
            <w:vAlign w:val="center"/>
          </w:tcPr>
          <w:p w:rsidRPr="00D52C96" w:rsidR="0085747A" w:rsidP="009C54AE" w:rsidRDefault="00C05F44" w14:paraId="617C0D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B20378" w14:paraId="6F257305" w14:textId="1DF002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Wycena majątku</w:t>
            </w:r>
          </w:p>
        </w:tc>
      </w:tr>
      <w:tr w:rsidRPr="00D52C96" w:rsidR="00D52C96" w:rsidTr="4931FC49" w14:paraId="506999EA" w14:textId="77777777">
        <w:tc>
          <w:tcPr>
            <w:tcW w:w="2694" w:type="dxa"/>
            <w:tcMar/>
            <w:vAlign w:val="center"/>
          </w:tcPr>
          <w:p w:rsidRPr="00D52C96" w:rsidR="0085747A" w:rsidP="009C54AE" w:rsidRDefault="00C05F44" w14:paraId="315ED6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Kod przedmiotu</w:t>
            </w:r>
            <w:r w:rsidRPr="00D52C96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4931FC49" w:rsidRDefault="00B20378" w14:paraId="1E5C27A5" w14:textId="44D6D6B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931FC49" w:rsidR="00B20378">
              <w:rPr>
                <w:rFonts w:ascii="Corbel" w:hAnsi="Corbel" w:cs="Calibri"/>
                <w:b w:val="0"/>
                <w:bCs w:val="0"/>
                <w:color w:val="auto"/>
                <w:sz w:val="24"/>
                <w:szCs w:val="24"/>
                <w:lang w:eastAsia="pl-PL"/>
              </w:rPr>
              <w:t>E/I/</w:t>
            </w:r>
            <w:r w:rsidRPr="4931FC49" w:rsidR="00B20378">
              <w:rPr>
                <w:rFonts w:ascii="Corbel" w:hAnsi="Corbel" w:cs="Calibri"/>
                <w:b w:val="0"/>
                <w:bCs w:val="0"/>
                <w:color w:val="auto"/>
                <w:sz w:val="24"/>
                <w:szCs w:val="24"/>
                <w:lang w:eastAsia="pl-PL"/>
              </w:rPr>
              <w:t>GFiR</w:t>
            </w:r>
            <w:r w:rsidRPr="4931FC49" w:rsidR="00B20378">
              <w:rPr>
                <w:rFonts w:ascii="Corbel" w:hAnsi="Corbel" w:cs="Calibri"/>
                <w:b w:val="0"/>
                <w:bCs w:val="0"/>
                <w:color w:val="auto"/>
                <w:sz w:val="24"/>
                <w:szCs w:val="24"/>
                <w:lang w:eastAsia="pl-PL"/>
              </w:rPr>
              <w:t>/C-1.5a</w:t>
            </w:r>
          </w:p>
        </w:tc>
      </w:tr>
      <w:tr w:rsidRPr="00D52C96" w:rsidR="00D52C96" w:rsidTr="4931FC49" w14:paraId="4D7811D2" w14:textId="77777777">
        <w:tc>
          <w:tcPr>
            <w:tcW w:w="2694" w:type="dxa"/>
            <w:tcMar/>
            <w:vAlign w:val="center"/>
          </w:tcPr>
          <w:p w:rsidRPr="00D52C96" w:rsidR="0085747A" w:rsidP="00EA4832" w:rsidRDefault="0017512A" w14:paraId="7E428FF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</w:t>
            </w:r>
            <w:r w:rsidRPr="00D52C96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D52C96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17512A" w14:paraId="5A997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D52C96" w:rsidR="00D52C96" w:rsidTr="4931FC49" w14:paraId="667C2DFC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12507E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DB11FF" w14:paraId="350A4815" w14:textId="7AEA0C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Pr="00D52C96" w:rsidR="00D52C96" w:rsidTr="4931FC49" w14:paraId="1C470296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44FD0D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9F7A74" w14:paraId="3AE91E95" w14:textId="738F1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Pr="00D52C96" w:rsidR="00D52C96" w:rsidTr="4931FC49" w14:paraId="0369B07B" w14:textId="77777777">
        <w:tc>
          <w:tcPr>
            <w:tcW w:w="2694" w:type="dxa"/>
            <w:tcMar/>
            <w:vAlign w:val="center"/>
          </w:tcPr>
          <w:p w:rsidRPr="00D52C96" w:rsidR="0085747A" w:rsidP="009C54AE" w:rsidRDefault="00DE4A14" w14:paraId="6B3B00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DB11FF" w14:paraId="51995BF5" w14:textId="7C8B68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52C96" w:rsidR="003823BE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Pr="00D52C96" w:rsidR="00D52C96" w:rsidTr="4931FC49" w14:paraId="2753A7D6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08A416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DB11FF" w14:paraId="19FD5933" w14:textId="1E693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D52C96" w:rsidR="00C41B9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D52C96" w:rsidR="00D52C96" w:rsidTr="4931FC49" w14:paraId="3A39C6A1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4F5A79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82B63" w:rsidR="0085747A" w:rsidP="009C54AE" w:rsidRDefault="00D82B63" w14:paraId="5D059534" w14:textId="4C4C65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D82B6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D52C96" w:rsidR="00D52C96" w:rsidTr="4931FC49" w14:paraId="007CF2B1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5585E7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Rok i semestr</w:t>
            </w:r>
            <w:r w:rsidRPr="00D52C96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B7207B" w14:paraId="0CFDD264" w14:textId="66AFB5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D52C96" w:rsidR="00DB11FF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D52C96" w:rsidR="003823B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/ </w:t>
            </w:r>
            <w:r w:rsidRPr="00D52C96" w:rsidR="00B20378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Pr="00D52C96" w:rsidR="00D52C96" w:rsidTr="4931FC49" w14:paraId="4F3F54D3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547711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3823BE" w:rsidRDefault="00DB11FF" w14:paraId="76F27A00" w14:textId="344882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D52C96" w:rsidR="00B2037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Pr="00D52C96" w:rsidR="00D52C96" w:rsidTr="4931FC49" w14:paraId="5B7A417E" w14:textId="77777777">
        <w:tc>
          <w:tcPr>
            <w:tcW w:w="2694" w:type="dxa"/>
            <w:tcMar/>
            <w:vAlign w:val="center"/>
          </w:tcPr>
          <w:p w:rsidRPr="00D52C96" w:rsidR="00923D7D" w:rsidP="009C54AE" w:rsidRDefault="00923D7D" w14:paraId="4BA602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D52C96" w:rsidR="00923D7D" w:rsidP="009C54AE" w:rsidRDefault="00C41B9B" w14:paraId="3AAEB59E" w14:textId="381C82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D52C96" w:rsidR="00D52C96" w:rsidTr="4931FC49" w14:paraId="65731A9E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7C2F69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3823BE" w14:paraId="41EE139C" w14:textId="523014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Pr="00D52C96" w:rsidR="00D52C96" w:rsidTr="4931FC49" w14:paraId="57276881" w14:textId="77777777">
        <w:tc>
          <w:tcPr>
            <w:tcW w:w="2694" w:type="dxa"/>
            <w:tcMar/>
            <w:vAlign w:val="center"/>
          </w:tcPr>
          <w:p w:rsidRPr="00D52C96" w:rsidR="0085747A" w:rsidP="00CA38EA" w:rsidRDefault="0085747A" w14:paraId="0BD0FC2A" w14:textId="77777777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52C96" w:rsidR="009F7A74" w:rsidP="00CA38EA" w:rsidRDefault="00B20378" w14:paraId="6B6685C9" w14:textId="47914E28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:rsidRPr="00D52C96" w:rsidR="0085747A" w:rsidP="009C54AE" w:rsidRDefault="0085747A" w14:paraId="1DE0F9B4" w14:textId="0F570C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* </w:t>
      </w:r>
      <w:r w:rsidRPr="00D52C96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2C96" w:rsidR="00B90885">
        <w:rPr>
          <w:rFonts w:ascii="Corbel" w:hAnsi="Corbel"/>
          <w:b w:val="0"/>
          <w:sz w:val="24"/>
          <w:szCs w:val="24"/>
        </w:rPr>
        <w:t>e,</w:t>
      </w:r>
      <w:r w:rsidRPr="00D52C96" w:rsidR="00C41B9B">
        <w:rPr>
          <w:rFonts w:ascii="Corbel" w:hAnsi="Corbel"/>
          <w:b w:val="0"/>
          <w:sz w:val="24"/>
          <w:szCs w:val="24"/>
        </w:rPr>
        <w:t xml:space="preserve"> </w:t>
      </w:r>
      <w:r w:rsidRPr="00D52C9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2C96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2C96" w:rsidR="0085747A" w:rsidP="009C54AE" w:rsidRDefault="0085747A" w14:paraId="30E5AF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1.</w:t>
      </w:r>
      <w:r w:rsidRPr="00D52C96" w:rsidR="00E22FBC">
        <w:rPr>
          <w:rFonts w:ascii="Corbel" w:hAnsi="Corbel"/>
          <w:sz w:val="24"/>
          <w:szCs w:val="24"/>
        </w:rPr>
        <w:t>1</w:t>
      </w:r>
      <w:r w:rsidRPr="00D52C9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D52C96">
        <w:rPr>
          <w:rFonts w:ascii="Corbel" w:hAnsi="Corbel"/>
          <w:sz w:val="24"/>
          <w:szCs w:val="24"/>
        </w:rPr>
        <w:t>ECTS</w:t>
      </w:r>
      <w:proofErr w:type="spellEnd"/>
      <w:r w:rsidRPr="00D52C96">
        <w:rPr>
          <w:rFonts w:ascii="Corbel" w:hAnsi="Corbel"/>
          <w:sz w:val="24"/>
          <w:szCs w:val="24"/>
        </w:rPr>
        <w:t xml:space="preserve"> </w:t>
      </w:r>
    </w:p>
    <w:p w:rsidRPr="00D52C96" w:rsidR="00923D7D" w:rsidP="009C54AE" w:rsidRDefault="00923D7D" w14:paraId="769735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D52C96" w:rsidR="00D52C96" w:rsidTr="003823BE" w14:paraId="0787143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015B8F" w:rsidP="009C54AE" w:rsidRDefault="00015B8F" w14:paraId="21E1CA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Semestr</w:t>
            </w:r>
          </w:p>
          <w:p w:rsidRPr="00D52C96" w:rsidR="00015B8F" w:rsidP="009C54AE" w:rsidRDefault="002B5EA0" w14:paraId="6E1EFD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(</w:t>
            </w:r>
            <w:r w:rsidRPr="00D52C96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360245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Wykł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103F65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6B17C3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Konw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09B348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015B8F" w:rsidP="009C54AE" w:rsidRDefault="00015B8F" w14:paraId="3DFA22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Sem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40029A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3EFA42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Prakt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21DAFA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68BF21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Liczba pkt</w:t>
            </w:r>
            <w:r w:rsidRPr="00D52C96" w:rsidR="00B90885">
              <w:rPr>
                <w:rFonts w:ascii="Corbel" w:hAnsi="Corbel"/>
                <w:b/>
                <w:szCs w:val="24"/>
              </w:rPr>
              <w:t>.</w:t>
            </w:r>
            <w:r w:rsidRPr="00D52C96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D52C9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D52C96" w:rsidR="003823BE" w:rsidTr="003823BE" w14:paraId="10E117D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3823BE" w:rsidP="003823BE" w:rsidRDefault="00997ABE" w14:paraId="4967F545" w14:textId="738E531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34393CB2" w14:textId="3617A1D5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D82B63" w14:paraId="12DA5055" w14:textId="10226AC1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5C489449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676D9254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3823BE" w:rsidP="003823BE" w:rsidRDefault="003823BE" w14:paraId="71938A3D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442B2B50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47297E4B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1DDEE21C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9F7A74" w14:paraId="0A94FE01" w14:textId="49ED08AF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Pr="00D52C96" w:rsidR="00923D7D" w:rsidP="009C54AE" w:rsidRDefault="00923D7D" w14:paraId="6A5D4E4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52C96" w:rsidR="0085747A" w:rsidP="00F83B28" w:rsidRDefault="0085747A" w14:paraId="189190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1.</w:t>
      </w:r>
      <w:r w:rsidRPr="00D52C96" w:rsidR="00E22FBC">
        <w:rPr>
          <w:rFonts w:ascii="Corbel" w:hAnsi="Corbel"/>
          <w:smallCaps w:val="0"/>
          <w:szCs w:val="24"/>
        </w:rPr>
        <w:t>2</w:t>
      </w:r>
      <w:r w:rsidRPr="00D52C96" w:rsidR="00F83B28">
        <w:rPr>
          <w:rFonts w:ascii="Corbel" w:hAnsi="Corbel"/>
          <w:smallCaps w:val="0"/>
          <w:szCs w:val="24"/>
        </w:rPr>
        <w:t>.</w:t>
      </w:r>
      <w:r w:rsidRPr="00D52C96" w:rsidR="00F83B28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 xml:space="preserve">Sposób realizacji zajęć  </w:t>
      </w:r>
    </w:p>
    <w:p w:rsidRPr="00D52DBA" w:rsidR="008A7328" w:rsidP="008A7328" w:rsidRDefault="008A7328" w14:paraId="52C81F02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D52DBA">
        <w:rPr>
          <w:rStyle w:val="normaltextrun"/>
          <w:rFonts w:ascii="Wingdings" w:hAnsi="Wingdings" w:eastAsia="Wingdings" w:cs="Wingdings"/>
        </w:rPr>
        <w:t>þ</w:t>
      </w:r>
      <w:r w:rsidRPr="00D52DBA">
        <w:rPr>
          <w:rStyle w:val="normaltextrun"/>
          <w:rFonts w:ascii="Corbel" w:hAnsi="Corbel" w:cs="Segoe UI"/>
        </w:rPr>
        <w:t> </w:t>
      </w:r>
      <w:r w:rsidRPr="00D52DBA">
        <w:rPr>
          <w:rFonts w:ascii="Corbel" w:hAnsi="Corbel"/>
        </w:rPr>
        <w:t>zajęcia w formie tradycyjnej (lub zdalnie z wykorzystaniem platformy Ms </w:t>
      </w:r>
      <w:proofErr w:type="spellStart"/>
      <w:r w:rsidRPr="00D52DBA">
        <w:rPr>
          <w:rStyle w:val="spellingerror"/>
          <w:rFonts w:ascii="Corbel" w:hAnsi="Corbel"/>
        </w:rPr>
        <w:t>Teams</w:t>
      </w:r>
      <w:proofErr w:type="spellEnd"/>
      <w:r w:rsidRPr="00D52DBA">
        <w:rPr>
          <w:rStyle w:val="spellingerror"/>
          <w:rFonts w:ascii="Corbel" w:hAnsi="Corbel"/>
        </w:rPr>
        <w:t>)</w:t>
      </w:r>
      <w:r w:rsidRPr="00D52DBA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8A7328" w:rsidP="008A7328" w:rsidRDefault="008A7328" w14:paraId="625A6F09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D52C96" w:rsidR="0085747A" w:rsidP="009C54AE" w:rsidRDefault="0085747A" w14:paraId="7DF85D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2C96" w:rsidR="00E22FBC" w:rsidP="00F83B28" w:rsidRDefault="00E22FBC" w14:paraId="3C21D402" w14:textId="3E6633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1.3 </w:t>
      </w:r>
      <w:r w:rsidRPr="00D52C96" w:rsidR="00F83B28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>For</w:t>
      </w:r>
      <w:r w:rsidRPr="00D52C96" w:rsidR="00445970">
        <w:rPr>
          <w:rFonts w:ascii="Corbel" w:hAnsi="Corbel"/>
          <w:smallCaps w:val="0"/>
          <w:szCs w:val="24"/>
        </w:rPr>
        <w:t>ma zaliczenia przedmiotu</w:t>
      </w:r>
      <w:r w:rsidRPr="00D52C96">
        <w:rPr>
          <w:rFonts w:ascii="Corbel" w:hAnsi="Corbel"/>
          <w:smallCaps w:val="0"/>
          <w:szCs w:val="24"/>
        </w:rPr>
        <w:t xml:space="preserve"> (z toku) </w:t>
      </w:r>
      <w:r w:rsidRPr="00D52C9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52C96" w:rsidR="00E1719D" w:rsidP="00E1719D" w:rsidRDefault="00E1719D" w14:paraId="1C6E03E9" w14:textId="1E64C2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ćwiczenia: zaliczenie z oceną</w:t>
      </w:r>
    </w:p>
    <w:p w:rsidRPr="00D52C96" w:rsidR="00E960BB" w:rsidP="009C54AE" w:rsidRDefault="00E960BB" w14:paraId="3CE062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2C96" w:rsidR="00E960BB" w:rsidP="009C54AE" w:rsidRDefault="0085747A" w14:paraId="07307EE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2C96" w:rsidR="0085747A" w:rsidTr="00745302" w14:paraId="003EB43F" w14:textId="77777777">
        <w:tc>
          <w:tcPr>
            <w:tcW w:w="9670" w:type="dxa"/>
          </w:tcPr>
          <w:p w:rsidRPr="00D52C96" w:rsidR="0085747A" w:rsidP="003823BE" w:rsidRDefault="00997ABE" w14:paraId="20BFFC4C" w14:textId="393454E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Wiedza z zakresu rachunkowości i finansów przedsiębiorstw.</w:t>
            </w:r>
          </w:p>
        </w:tc>
      </w:tr>
    </w:tbl>
    <w:p w:rsidRPr="00D52C96" w:rsidR="00153C41" w:rsidP="009C54AE" w:rsidRDefault="00153C41" w14:paraId="0095970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2C96" w:rsidR="0085747A" w:rsidP="009C54AE" w:rsidRDefault="0071620A" w14:paraId="05D0901D" w14:textId="60E599C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>3.</w:t>
      </w:r>
      <w:r w:rsidRPr="00D52C96" w:rsidR="00A84C85">
        <w:rPr>
          <w:rFonts w:ascii="Corbel" w:hAnsi="Corbel"/>
          <w:szCs w:val="24"/>
        </w:rPr>
        <w:t>cele, efekty uczenia się</w:t>
      </w:r>
      <w:r w:rsidRPr="00D52C96" w:rsidR="0085747A">
        <w:rPr>
          <w:rFonts w:ascii="Corbel" w:hAnsi="Corbel"/>
          <w:szCs w:val="24"/>
        </w:rPr>
        <w:t>, treści Programowe i stosowane metody Dydaktyczne</w:t>
      </w:r>
    </w:p>
    <w:p w:rsidRPr="00D52C96" w:rsidR="0085747A" w:rsidP="009C54AE" w:rsidRDefault="0085747A" w14:paraId="2D3567D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2C96" w:rsidR="0085747A" w:rsidP="009C54AE" w:rsidRDefault="0071620A" w14:paraId="74DD5DD9" w14:textId="77777777">
      <w:pPr>
        <w:pStyle w:val="Podpunkty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3.1 </w:t>
      </w:r>
      <w:r w:rsidRPr="00D52C96" w:rsidR="00C05F44">
        <w:rPr>
          <w:rFonts w:ascii="Corbel" w:hAnsi="Corbel"/>
          <w:sz w:val="24"/>
          <w:szCs w:val="24"/>
        </w:rPr>
        <w:t>Cele przedmiotu</w:t>
      </w:r>
    </w:p>
    <w:p w:rsidRPr="00D52C96" w:rsidR="00F83B28" w:rsidP="009C54AE" w:rsidRDefault="00F83B28" w14:paraId="6B66374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D52C96" w:rsidR="00D52C96" w:rsidTr="00852EED" w14:paraId="1EC7B4F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997ABE" w:rsidP="00997ABE" w:rsidRDefault="00997ABE" w14:paraId="3DB1963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:rsidRPr="00D52C96" w:rsidR="00997ABE" w:rsidP="00997ABE" w:rsidRDefault="00997ABE" w14:paraId="60DD2455" w14:textId="65C822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Pr="00D52C96" w:rsidR="00D52C96" w:rsidTr="00852EED" w14:paraId="06F23D20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997ABE" w:rsidP="00997ABE" w:rsidRDefault="00997ABE" w14:paraId="6E76F4CC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D52C96" w:rsidR="00997ABE" w:rsidP="00997ABE" w:rsidRDefault="00997ABE" w14:paraId="649A1A5D" w14:textId="2F91CD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Pr="00D52C96" w:rsidR="00997ABE" w:rsidTr="00D13B0B" w14:paraId="1E53A9C8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997ABE" w:rsidP="00997ABE" w:rsidRDefault="00997ABE" w14:paraId="161FB837" w14:textId="7B0340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997ABE" w:rsidP="00997ABE" w:rsidRDefault="00997ABE" w14:paraId="59EAC350" w14:textId="432F5A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:rsidRPr="00D52C96" w:rsidR="0085747A" w:rsidP="009C54AE" w:rsidRDefault="0085747A" w14:paraId="7942D7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1D7B54" w:rsidP="009C54AE" w:rsidRDefault="009F4610" w14:paraId="1462CAB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3.2 </w:t>
      </w:r>
      <w:r w:rsidRPr="00D52C96" w:rsidR="001D7B54">
        <w:rPr>
          <w:rFonts w:ascii="Corbel" w:hAnsi="Corbel"/>
          <w:b/>
          <w:sz w:val="24"/>
          <w:szCs w:val="24"/>
        </w:rPr>
        <w:t xml:space="preserve">Efekty </w:t>
      </w:r>
      <w:r w:rsidRPr="00D52C96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2C96" w:rsidR="001D7B54">
        <w:rPr>
          <w:rFonts w:ascii="Corbel" w:hAnsi="Corbel"/>
          <w:b/>
          <w:sz w:val="24"/>
          <w:szCs w:val="24"/>
        </w:rPr>
        <w:t>dla przedmiotu</w:t>
      </w:r>
    </w:p>
    <w:p w:rsidRPr="00D52C96" w:rsidR="001D7B54" w:rsidP="009C54AE" w:rsidRDefault="001D7B54" w14:paraId="2D0673E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D52C96" w:rsidR="00D52C96" w:rsidTr="00997ABE" w14:paraId="3A49DCAD" w14:textId="77777777">
        <w:tc>
          <w:tcPr>
            <w:tcW w:w="1679" w:type="dxa"/>
            <w:vAlign w:val="center"/>
          </w:tcPr>
          <w:p w:rsidRPr="00D52C96" w:rsidR="00152FBC" w:rsidP="000701FD" w:rsidRDefault="00152FBC" w14:paraId="3AB7BE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Pr="00D52C96" w:rsidR="00152FBC" w:rsidP="000701FD" w:rsidRDefault="00152FBC" w14:paraId="361C83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D52C96" w:rsidR="00152FBC" w:rsidP="000701FD" w:rsidRDefault="00152FBC" w14:paraId="7EEF3825" w14:textId="15FB8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D52C96" w:rsidR="00D52C96" w:rsidTr="00C31456" w14:paraId="76324132" w14:textId="77777777">
        <w:tc>
          <w:tcPr>
            <w:tcW w:w="1679" w:type="dxa"/>
          </w:tcPr>
          <w:p w:rsidRPr="00D52C96" w:rsidR="00BD7024" w:rsidP="00BD7024" w:rsidRDefault="00BD7024" w14:paraId="3EA3AE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Pr="00D52C96" w:rsidR="00BD7024" w:rsidP="00BD7024" w:rsidRDefault="00BD7024" w14:paraId="28756256" w14:textId="637D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:rsidRPr="00D52C96" w:rsidR="00BD7024" w:rsidP="00805531" w:rsidRDefault="00BD7024" w14:paraId="2E3DC9A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Pr="00D52C96" w:rsidR="00BD7024" w:rsidP="00805531" w:rsidRDefault="00BD7024" w14:paraId="4E88EE7E" w14:textId="5B502F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D52C96" w:rsidR="00D52C96" w:rsidTr="00C31456" w14:paraId="175FF883" w14:textId="77777777">
        <w:tc>
          <w:tcPr>
            <w:tcW w:w="1679" w:type="dxa"/>
          </w:tcPr>
          <w:p w:rsidRPr="00D52C96" w:rsidR="00BD7024" w:rsidP="00BD7024" w:rsidRDefault="00BD7024" w14:paraId="00FC0A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4321B" w:rsidP="00BD7024" w:rsidRDefault="00BD7024" w14:paraId="524397C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Potrafi s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zacować wartość składników majątku z zastosowaniem poznanych metod i technik wyceny</w:t>
            </w:r>
            <w:r w:rsidRPr="00D52C96" w:rsidR="009C45CE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wykorzystać je indywidualnie i w zespole w ocenie i prognozowaniu procesów gospodarczych</w:t>
            </w:r>
            <w:r w:rsidR="0094321B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:rsidRPr="00D52C96" w:rsidR="00BD7024" w:rsidP="00BD7024" w:rsidRDefault="00BD7024" w14:paraId="6037738D" w14:textId="00FF03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5" w:type="dxa"/>
          </w:tcPr>
          <w:p w:rsidRPr="00D52C96" w:rsidR="00BD7024" w:rsidP="00805531" w:rsidRDefault="00BD7024" w14:paraId="4954278B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:rsidRPr="00D52C96" w:rsidR="00BD7024" w:rsidP="00805531" w:rsidRDefault="00BD7024" w14:paraId="3C7DEA9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:rsidRPr="00D52C96" w:rsidR="00BD7024" w:rsidP="00805531" w:rsidRDefault="00BD7024" w14:paraId="459CAC2B" w14:textId="585F7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Pr="00D52C96" w:rsidR="009C45CE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:rsidRPr="00D52C96" w:rsidR="009C45CE" w:rsidP="00805531" w:rsidRDefault="009C45CE" w14:paraId="4AA0D6DF" w14:textId="4FFA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D52C96" w:rsidR="0094321B" w:rsidTr="00C31456" w14:paraId="2391E573" w14:textId="77777777">
        <w:tc>
          <w:tcPr>
            <w:tcW w:w="1679" w:type="dxa"/>
          </w:tcPr>
          <w:p w:rsidRPr="00D52C96" w:rsidR="0094321B" w:rsidP="00BD7024" w:rsidRDefault="0094321B" w14:paraId="78D20D7A" w14:textId="01B298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Pr="00D52C96" w:rsidR="0094321B" w:rsidP="00BD7024" w:rsidRDefault="0094321B" w14:paraId="2D5BF0BD" w14:textId="27A8A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4321B">
              <w:rPr>
                <w:rFonts w:ascii="Corbel" w:hAnsi="Corbel"/>
                <w:sz w:val="24"/>
                <w:szCs w:val="24"/>
                <w:lang w:eastAsia="pl-PL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:rsidRPr="00D52C96" w:rsidR="0094321B" w:rsidP="0094321B" w:rsidRDefault="0094321B" w14:paraId="545E32A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:rsidRPr="00D52C96" w:rsidR="0094321B" w:rsidP="0094321B" w:rsidRDefault="0094321B" w14:paraId="3B2F6065" w14:textId="3CCA5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K_U10</w:t>
            </w:r>
          </w:p>
        </w:tc>
      </w:tr>
      <w:tr w:rsidRPr="00D52C96" w:rsidR="00BD7024" w:rsidTr="00997ABE" w14:paraId="54095297" w14:textId="77777777">
        <w:tc>
          <w:tcPr>
            <w:tcW w:w="1679" w:type="dxa"/>
          </w:tcPr>
          <w:p w:rsidRPr="00D52C96" w:rsidR="00BD7024" w:rsidP="00BD7024" w:rsidRDefault="0094321B" w14:paraId="57CD88B7" w14:textId="75B21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Pr="00D52C96" w:rsidR="00BD7024" w:rsidP="00213552" w:rsidRDefault="00BD7024" w14:paraId="0302A721" w14:textId="23E65E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Potrafi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pracować w grupie przyjmując w niej różne role oraz współodpowiedzialność za realizowane zadania</w:t>
            </w:r>
            <w:r w:rsidRPr="00D52C96" w:rsidR="0021355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</w:t>
            </w:r>
            <w:r w:rsidRPr="00D52C96" w:rsidR="009C45CE">
              <w:rPr>
                <w:rFonts w:ascii="Corbel" w:hAnsi="Corbel" w:cs="Calibri"/>
                <w:sz w:val="24"/>
                <w:szCs w:val="24"/>
                <w:lang w:eastAsia="pl-PL"/>
              </w:rPr>
              <w:t>uczestnicz</w:t>
            </w:r>
            <w:r w:rsidRPr="00D52C96" w:rsidR="00213552">
              <w:rPr>
                <w:rFonts w:ascii="Corbel" w:hAnsi="Corbel" w:cs="Calibri"/>
                <w:sz w:val="24"/>
                <w:szCs w:val="24"/>
                <w:lang w:eastAsia="pl-PL"/>
              </w:rPr>
              <w:t>yć</w:t>
            </w:r>
            <w:r w:rsidRPr="00D52C96" w:rsidR="009C45CE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:rsidRPr="00D52C96" w:rsidR="00BD7024" w:rsidP="00805531" w:rsidRDefault="009C45CE" w14:paraId="4662B6BD" w14:textId="03DCC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Pr="00D52C96" w:rsidR="00152FBC" w:rsidP="009C54AE" w:rsidRDefault="00152FBC" w14:paraId="642C0F6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D52C96" w:rsidR="0085747A" w:rsidP="009C54AE" w:rsidRDefault="00675843" w14:paraId="5BC05895" w14:textId="010620C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>3.3</w:t>
      </w:r>
      <w:r w:rsidRPr="00D52C96" w:rsidR="0085747A">
        <w:rPr>
          <w:rFonts w:ascii="Corbel" w:hAnsi="Corbel"/>
          <w:b/>
          <w:sz w:val="24"/>
          <w:szCs w:val="24"/>
        </w:rPr>
        <w:t>T</w:t>
      </w:r>
      <w:r w:rsidRPr="00D52C96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D52C96" w:rsidR="0085747A" w:rsidP="009C54AE" w:rsidRDefault="0085747A" w14:paraId="464989C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52C96" w:rsidR="009F4610">
        <w:rPr>
          <w:rFonts w:ascii="Corbel" w:hAnsi="Corbel"/>
          <w:sz w:val="24"/>
          <w:szCs w:val="24"/>
        </w:rPr>
        <w:t xml:space="preserve">, </w:t>
      </w:r>
      <w:r w:rsidRPr="00D52C96">
        <w:rPr>
          <w:rFonts w:ascii="Corbel" w:hAnsi="Corbel"/>
          <w:sz w:val="24"/>
          <w:szCs w:val="24"/>
        </w:rPr>
        <w:t xml:space="preserve">zajęć praktycznych </w:t>
      </w:r>
    </w:p>
    <w:p w:rsidRPr="00D52C96" w:rsidR="0085747A" w:rsidP="009C54AE" w:rsidRDefault="0085747A" w14:paraId="0E37776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2C96" w:rsidR="00D52C96" w:rsidTr="00FD24AD" w14:paraId="2F5B3963" w14:textId="77777777">
        <w:tc>
          <w:tcPr>
            <w:tcW w:w="9520" w:type="dxa"/>
          </w:tcPr>
          <w:p w:rsidRPr="00D52C96" w:rsidR="0085747A" w:rsidP="009C54AE" w:rsidRDefault="0085747A" w14:paraId="00ED6C2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2C96" w:rsidR="00D52C96" w:rsidTr="00FD24AD" w14:paraId="7BDBAFB0" w14:textId="77777777">
        <w:tc>
          <w:tcPr>
            <w:tcW w:w="9520" w:type="dxa"/>
          </w:tcPr>
          <w:p w:rsidRPr="00D52C96" w:rsidR="00152FBC" w:rsidP="00152FBC" w:rsidRDefault="00152FBC" w14:paraId="0827D9D0" w14:textId="4C04E6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pne zagadnienia analizy ekonomicznej </w:t>
            </w:r>
            <w:r w:rsidRPr="00D52C96" w:rsidR="00B7207B">
              <w:rPr>
                <w:rFonts w:ascii="Corbel" w:hAnsi="Corbel"/>
                <w:sz w:val="24"/>
                <w:szCs w:val="24"/>
                <w:lang w:eastAsia="pl-PL"/>
              </w:rPr>
              <w:t>–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wprowadzenie</w:t>
            </w:r>
          </w:p>
        </w:tc>
      </w:tr>
      <w:tr w:rsidRPr="00D52C96" w:rsidR="00D52C96" w:rsidTr="00FD24AD" w14:paraId="52C24D11" w14:textId="77777777">
        <w:tc>
          <w:tcPr>
            <w:tcW w:w="9520" w:type="dxa"/>
          </w:tcPr>
          <w:p w:rsidRPr="00D52C96" w:rsidR="00152FBC" w:rsidP="00152FBC" w:rsidRDefault="00152FBC" w14:paraId="35EFFCCE" w14:textId="51B020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ń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finansowych –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case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study</w:t>
            </w:r>
            <w:proofErr w:type="spellEnd"/>
          </w:p>
        </w:tc>
      </w:tr>
      <w:tr w:rsidRPr="00D52C96" w:rsidR="00D52C96" w:rsidTr="00FD24AD" w14:paraId="46EBA714" w14:textId="77777777">
        <w:tc>
          <w:tcPr>
            <w:tcW w:w="9520" w:type="dxa"/>
          </w:tcPr>
          <w:p w:rsidRPr="00D52C96" w:rsidR="00152FBC" w:rsidP="00152FBC" w:rsidRDefault="00152FBC" w14:paraId="30B911C6" w14:textId="6CD67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Pr="00D52C96" w:rsidR="00D52C96" w:rsidTr="00FD24AD" w14:paraId="0EF1D39C" w14:textId="77777777">
        <w:tc>
          <w:tcPr>
            <w:tcW w:w="9520" w:type="dxa"/>
          </w:tcPr>
          <w:p w:rsidRPr="00D52C96" w:rsidR="00152FBC" w:rsidP="00152FBC" w:rsidRDefault="00152FBC" w14:paraId="59759569" w14:textId="7A3CDE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Pr="00D52C96" w:rsidR="00D52C96" w:rsidTr="00FD24AD" w14:paraId="04CB46F8" w14:textId="77777777">
        <w:tc>
          <w:tcPr>
            <w:tcW w:w="9520" w:type="dxa"/>
          </w:tcPr>
          <w:p w:rsidRPr="00D52C96" w:rsidR="00152FBC" w:rsidP="00152FBC" w:rsidRDefault="00152FBC" w14:paraId="6E4FC1D0" w14:textId="0C242B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Pr="00D52C96" w:rsidR="00D52C96" w:rsidTr="00FD24AD" w14:paraId="3452E04E" w14:textId="77777777">
        <w:tc>
          <w:tcPr>
            <w:tcW w:w="9520" w:type="dxa"/>
          </w:tcPr>
          <w:p w:rsidRPr="00D52C96" w:rsidR="00152FBC" w:rsidP="00152FBC" w:rsidRDefault="00152FBC" w14:paraId="4C3F52A8" w14:textId="62B528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Pr="00D52C96" w:rsidR="009832F2" w:rsidTr="00FD24AD" w14:paraId="2EEF6E0E" w14:textId="77777777">
        <w:tc>
          <w:tcPr>
            <w:tcW w:w="9520" w:type="dxa"/>
          </w:tcPr>
          <w:p w:rsidRPr="00D52C96" w:rsidR="009832F2" w:rsidP="009832F2" w:rsidRDefault="009832F2" w14:paraId="2E91EAF4" w14:textId="2B518A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:rsidRPr="00D52C96" w:rsidR="0085747A" w:rsidP="009C54AE" w:rsidRDefault="0085747A" w14:paraId="031364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2C96" w:rsidR="0085747A" w:rsidP="009C54AE" w:rsidRDefault="009F4610" w14:paraId="19F18576" w14:textId="712380C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3.4 Metody dydaktyczne</w:t>
      </w:r>
    </w:p>
    <w:p w:rsidRPr="00D52C96" w:rsidR="00BD7024" w:rsidP="00BD7024" w:rsidRDefault="00BC1C6D" w14:paraId="42DEC16A" w14:textId="77777777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 xml:space="preserve">Ćwiczenia: </w:t>
      </w:r>
      <w:r w:rsidRPr="00D52C96" w:rsid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:rsidRPr="00D52C96" w:rsidR="00BC1C6D" w:rsidP="00BD7024" w:rsidRDefault="00BD7024" w14:paraId="1A481286" w14:textId="67E82B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Pr="00D52C96" w:rsidR="00BC1C6D">
        <w:rPr>
          <w:rFonts w:ascii="Corbel" w:hAnsi="Corbel"/>
          <w:b w:val="0"/>
          <w:smallCaps w:val="0"/>
          <w:szCs w:val="24"/>
        </w:rPr>
        <w:t>, metody kształcenia na odległość.</w:t>
      </w:r>
    </w:p>
    <w:p w:rsidRPr="00D52C96" w:rsidR="00E960BB" w:rsidP="009C54AE" w:rsidRDefault="00E960BB" w14:paraId="602F974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2C96" w:rsidR="0085747A" w:rsidP="009C54AE" w:rsidRDefault="00C61DC5" w14:paraId="1CCAEA0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 </w:t>
      </w:r>
      <w:r w:rsidRPr="00D52C96" w:rsidR="0085747A">
        <w:rPr>
          <w:rFonts w:ascii="Corbel" w:hAnsi="Corbel"/>
          <w:smallCaps w:val="0"/>
          <w:szCs w:val="24"/>
        </w:rPr>
        <w:t>METODY I KRYTERIA OCENY</w:t>
      </w:r>
    </w:p>
    <w:p w:rsidRPr="00D52C96" w:rsidR="00923D7D" w:rsidP="009C54AE" w:rsidRDefault="00923D7D" w14:paraId="2F814F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2C96" w:rsidR="0085747A" w:rsidP="009C54AE" w:rsidRDefault="0085747A" w14:paraId="0ED0377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4.1 Sposoby weryfikacji efektów </w:t>
      </w:r>
      <w:r w:rsidRPr="00D52C96" w:rsidR="00C05F44">
        <w:rPr>
          <w:rFonts w:ascii="Corbel" w:hAnsi="Corbel"/>
          <w:smallCaps w:val="0"/>
          <w:szCs w:val="24"/>
        </w:rPr>
        <w:t>uczenia się</w:t>
      </w:r>
    </w:p>
    <w:p w:rsidRPr="00D52C96" w:rsidR="0085747A" w:rsidP="009C54AE" w:rsidRDefault="0085747A" w14:paraId="64EC1B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D52C96" w:rsidR="00D52C96" w:rsidTr="00F24FFC" w14:paraId="1537DE26" w14:textId="77777777">
        <w:tc>
          <w:tcPr>
            <w:tcW w:w="1962" w:type="dxa"/>
            <w:vAlign w:val="center"/>
          </w:tcPr>
          <w:p w:rsidRPr="00D52C96" w:rsidR="0085747A" w:rsidP="009C54AE" w:rsidRDefault="0071620A" w14:paraId="50E71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D52C96" w:rsidR="0085747A" w:rsidP="009C54AE" w:rsidRDefault="00F974DA" w14:paraId="4D3639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D52C96" w:rsidR="0085747A" w:rsidP="009C54AE" w:rsidRDefault="009F4610" w14:paraId="34386C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D52C96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D52C96" w:rsidR="00923D7D" w:rsidP="009C54AE" w:rsidRDefault="0085747A" w14:paraId="73976E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2C96" w:rsidR="0085747A" w:rsidP="009C54AE" w:rsidRDefault="0085747A" w14:paraId="136B44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2C9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2C96" w:rsidR="00D52C96" w:rsidTr="009318EB" w14:paraId="43E59ED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BD7024" w14:paraId="043C5332" w14:textId="6FAB08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2C9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D52C96" w:rsidR="00BD7024" w:rsidP="00BD7024" w:rsidRDefault="00805531" w14:paraId="19506169" w14:textId="296CA1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805531" w14:paraId="3BB5AE1F" w14:textId="217CB6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D52C96" w:rsidR="00D52C96" w:rsidTr="009318EB" w14:paraId="6A60C268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BD7024" w14:paraId="5B0BBE87" w14:textId="1C56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D52C96" w:rsidR="00BD7024" w:rsidP="00BD7024" w:rsidRDefault="00805531" w14:paraId="6C9916C2" w14:textId="16782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805531" w14:paraId="480B08E3" w14:textId="15797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D52C96" w:rsidR="00BD7024" w:rsidTr="009318EB" w14:paraId="5133D73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BD7024" w14:paraId="1D0EF6BC" w14:textId="3E30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2C96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Pr="00D52C96" w:rsidR="00BD7024" w:rsidP="00BD7024" w:rsidRDefault="00805531" w14:paraId="621C53CD" w14:textId="1E9169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805531" w14:paraId="73C7C094" w14:textId="11FC55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D52C96" w:rsidR="0094321B" w:rsidTr="009318EB" w14:paraId="7F9F659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94321B" w:rsidP="0094321B" w:rsidRDefault="0094321B" w14:paraId="641F451F" w14:textId="02B253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Pr="00D52C96" w:rsidR="0094321B" w:rsidP="0094321B" w:rsidRDefault="0094321B" w14:paraId="1EAB9400" w14:textId="46A2A1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94321B" w:rsidP="0094321B" w:rsidRDefault="0094321B" w14:paraId="37598065" w14:textId="5CC8B1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D52C96" w:rsidR="00923D7D" w:rsidP="009C54AE" w:rsidRDefault="00923D7D" w14:paraId="5D45EB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85747A" w:rsidP="009C54AE" w:rsidRDefault="003E1941" w14:paraId="5E7A12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4.2 </w:t>
      </w:r>
      <w:r w:rsidRPr="00D52C96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D52C96" w:rsidR="00923D7D" w:rsidP="009C54AE" w:rsidRDefault="00923D7D" w14:paraId="0C1787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2C96" w:rsidR="0085747A" w:rsidTr="00923D7D" w14:paraId="442B12DD" w14:textId="77777777">
        <w:tc>
          <w:tcPr>
            <w:tcW w:w="9670" w:type="dxa"/>
          </w:tcPr>
          <w:p w:rsidRPr="00D52C96" w:rsidR="00F24FFC" w:rsidP="00F24FFC" w:rsidRDefault="00F24FFC" w14:paraId="7DE05E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D52C96" w:rsidR="00F24FFC" w:rsidP="00F24FFC" w:rsidRDefault="00F24FFC" w14:paraId="23899CC5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Pr="00D52C96" w:rsidR="00F24FFC" w:rsidP="00F24FFC" w:rsidRDefault="00F24FFC" w14:paraId="715002DC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:rsidRPr="00D52C96" w:rsidR="00F24FFC" w:rsidP="00F24FFC" w:rsidRDefault="00F24FFC" w14:paraId="258AB533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Pr="00D52C96" w:rsidR="0085747A" w:rsidP="00152FBC" w:rsidRDefault="00F24FFC" w14:paraId="54225531" w14:textId="3B2188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Pr="00D52C96" w:rsidR="00B7207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Pr="00D52C96" w:rsidR="00B7207B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:rsidRPr="00D52C96" w:rsidR="0085747A" w:rsidP="009C54AE" w:rsidRDefault="0085747A" w14:paraId="437F8E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9F4610" w:rsidP="009C54AE" w:rsidRDefault="0085747A" w14:paraId="0F98815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5. </w:t>
      </w:r>
      <w:r w:rsidRPr="00D52C96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D52C96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D52C96" w:rsidR="00C61DC5">
        <w:rPr>
          <w:rFonts w:ascii="Corbel" w:hAnsi="Corbel"/>
          <w:b/>
          <w:sz w:val="24"/>
          <w:szCs w:val="24"/>
        </w:rPr>
        <w:t xml:space="preserve"> </w:t>
      </w:r>
    </w:p>
    <w:p w:rsidRPr="00D52C96" w:rsidR="0085747A" w:rsidP="009C54AE" w:rsidRDefault="0085747A" w14:paraId="68A5A9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2C96" w:rsidR="00D52C96" w:rsidTr="00D45B17" w14:paraId="239F5ABA" w14:textId="77777777">
        <w:tc>
          <w:tcPr>
            <w:tcW w:w="4902" w:type="dxa"/>
            <w:vAlign w:val="center"/>
          </w:tcPr>
          <w:p w:rsidRPr="00D52C96" w:rsidR="0085747A" w:rsidP="009C54AE" w:rsidRDefault="00C61DC5" w14:paraId="366108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2C96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D52C96" w:rsidR="0085747A" w:rsidP="009C54AE" w:rsidRDefault="00C61DC5" w14:paraId="43976F8D" w14:textId="186238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2C96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55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2C96" w:rsidR="00D52C96" w:rsidTr="00D45B17" w14:paraId="41D7342E" w14:textId="77777777">
        <w:tc>
          <w:tcPr>
            <w:tcW w:w="4902" w:type="dxa"/>
          </w:tcPr>
          <w:p w:rsidRPr="00D52C96" w:rsidR="00D45B17" w:rsidP="00D45B17" w:rsidRDefault="00D45B17" w14:paraId="336857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:rsidRPr="00D52C96" w:rsidR="00D45B17" w:rsidP="00D45B17" w:rsidRDefault="00D82B63" w14:paraId="44F68EF5" w14:textId="1226E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D52C96" w:rsidR="00D52C96" w:rsidTr="00D45B17" w14:paraId="14748C99" w14:textId="77777777">
        <w:tc>
          <w:tcPr>
            <w:tcW w:w="4902" w:type="dxa"/>
          </w:tcPr>
          <w:p w:rsidRPr="00D52C96" w:rsidR="00D45B17" w:rsidP="00D45B17" w:rsidRDefault="00D45B17" w14:paraId="77F9A7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D52C96" w:rsidR="00D45B17" w:rsidP="00D45B17" w:rsidRDefault="00D45B17" w14:paraId="3F8D2502" w14:textId="0AB7F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:rsidRPr="00D52C96" w:rsidR="00D45B17" w:rsidP="00D45B17" w:rsidRDefault="00152FBC" w14:paraId="24D181FD" w14:textId="00BDA2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D52C96" w:rsidR="00D52C96" w:rsidTr="00D45B17" w14:paraId="41367D30" w14:textId="77777777">
        <w:tc>
          <w:tcPr>
            <w:tcW w:w="4902" w:type="dxa"/>
          </w:tcPr>
          <w:p w:rsidRPr="00D52C96" w:rsidR="00D45B17" w:rsidP="00B7207B" w:rsidRDefault="00D45B17" w14:paraId="4F573F09" w14:textId="48B16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Pr="00D52C96" w:rsidR="00B7207B">
              <w:rPr>
                <w:rFonts w:ascii="Corbel" w:hAnsi="Corbel"/>
                <w:sz w:val="24"/>
                <w:szCs w:val="24"/>
              </w:rPr>
              <w:t>kolokwium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Pr="00D52C96"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Pr="00D52C96" w:rsidR="00CE66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2C96" w:rsidR="00B720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:rsidRPr="00D52C96" w:rsidR="00D45B17" w:rsidP="00D45B17" w:rsidRDefault="00D82B63" w14:paraId="611A18CE" w14:textId="7E05EE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Pr="00D52C96" w:rsidR="00D52C96" w:rsidTr="00D45B17" w14:paraId="45A3E8D7" w14:textId="77777777">
        <w:tc>
          <w:tcPr>
            <w:tcW w:w="4902" w:type="dxa"/>
          </w:tcPr>
          <w:p w:rsidRPr="00D52C96" w:rsidR="00D45B17" w:rsidP="00D45B17" w:rsidRDefault="00D45B17" w14:paraId="626D78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:rsidRPr="00D52C96" w:rsidR="00D45B17" w:rsidP="00D45B17" w:rsidRDefault="00152FBC" w14:paraId="1CC4D173" w14:textId="4EFA71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D52C96" w:rsidR="00D52C96" w:rsidTr="00D45B17" w14:paraId="761AF2EE" w14:textId="77777777">
        <w:tc>
          <w:tcPr>
            <w:tcW w:w="4902" w:type="dxa"/>
          </w:tcPr>
          <w:p w:rsidRPr="00D52C96" w:rsidR="00D45B17" w:rsidP="00D45B17" w:rsidRDefault="00D45B17" w14:paraId="3C2865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D52C9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:rsidRPr="00D52C96" w:rsidR="00D45B17" w:rsidP="00D45B17" w:rsidRDefault="00AD51BE" w14:paraId="74CCF68A" w14:textId="4BC2E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D52C96" w:rsidR="0085747A" w:rsidP="009C54AE" w:rsidRDefault="00923D7D" w14:paraId="02E69CC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2C96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2C96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D52C96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D52C96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D52C96" w:rsidR="003E1941" w:rsidP="009C54AE" w:rsidRDefault="003E1941" w14:paraId="641881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85747A" w:rsidP="009C54AE" w:rsidRDefault="0071620A" w14:paraId="1B2E54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6. </w:t>
      </w:r>
      <w:r w:rsidRPr="00D52C96" w:rsidR="0085747A">
        <w:rPr>
          <w:rFonts w:ascii="Corbel" w:hAnsi="Corbel"/>
          <w:smallCaps w:val="0"/>
          <w:szCs w:val="24"/>
        </w:rPr>
        <w:t>PRAKTYKI ZAWO</w:t>
      </w:r>
      <w:r w:rsidRPr="00D52C96" w:rsidR="009D3F3B">
        <w:rPr>
          <w:rFonts w:ascii="Corbel" w:hAnsi="Corbel"/>
          <w:smallCaps w:val="0"/>
          <w:szCs w:val="24"/>
        </w:rPr>
        <w:t>DOWE W RAMACH PRZEDMIOTU</w:t>
      </w:r>
    </w:p>
    <w:p w:rsidRPr="00D52C96" w:rsidR="0085747A" w:rsidP="009C54AE" w:rsidRDefault="0085747A" w14:paraId="5B6949B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D52C96" w:rsidR="00D52C96" w:rsidTr="00D45B17" w14:paraId="2B1F2ED6" w14:textId="77777777">
        <w:trPr>
          <w:trHeight w:val="397"/>
        </w:trPr>
        <w:tc>
          <w:tcPr>
            <w:tcW w:w="2359" w:type="pct"/>
          </w:tcPr>
          <w:p w:rsidRPr="00D52C96" w:rsidR="0085747A" w:rsidP="009C54AE" w:rsidRDefault="0085747A" w14:paraId="713DB7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Pr="00D52C96" w:rsidR="0085747A" w:rsidP="00D45B17" w:rsidRDefault="00D45B17" w14:paraId="67C27C15" w14:textId="0C981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Pr="00D52C96" w:rsidR="0085747A" w:rsidTr="00D45B17" w14:paraId="175A14A7" w14:textId="77777777">
        <w:trPr>
          <w:trHeight w:val="397"/>
        </w:trPr>
        <w:tc>
          <w:tcPr>
            <w:tcW w:w="2359" w:type="pct"/>
          </w:tcPr>
          <w:p w:rsidRPr="00D52C96" w:rsidR="0085747A" w:rsidP="009C54AE" w:rsidRDefault="0085747A" w14:paraId="66548F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Pr="00D52C96" w:rsidR="0085747A" w:rsidP="00D45B17" w:rsidRDefault="00D45B17" w14:paraId="5507627C" w14:textId="42343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D52C96" w:rsidR="00AF24E4" w:rsidP="009C54AE" w:rsidRDefault="00AF24E4" w14:paraId="091E8F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AF24E4" w:rsidP="009C54AE" w:rsidRDefault="00AF24E4" w14:paraId="6E674F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85747A" w:rsidP="009C54AE" w:rsidRDefault="00675843" w14:paraId="55A10EF0" w14:textId="28FEC68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7. </w:t>
      </w:r>
      <w:r w:rsidRPr="00D52C96" w:rsidR="0085747A">
        <w:rPr>
          <w:rFonts w:ascii="Corbel" w:hAnsi="Corbel"/>
          <w:smallCaps w:val="0"/>
          <w:szCs w:val="24"/>
        </w:rPr>
        <w:t>LITERATURA</w:t>
      </w:r>
    </w:p>
    <w:p w:rsidRPr="00D52C96" w:rsidR="00675843" w:rsidP="009C54AE" w:rsidRDefault="00675843" w14:paraId="1EC6F00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D52C96" w:rsidR="00D52C96" w:rsidTr="00805531" w14:paraId="164CCB2C" w14:textId="77777777">
        <w:trPr>
          <w:trHeight w:val="397"/>
        </w:trPr>
        <w:tc>
          <w:tcPr>
            <w:tcW w:w="5000" w:type="pct"/>
          </w:tcPr>
          <w:p w:rsidRPr="00D52C96" w:rsidR="00BD7024" w:rsidP="000701FD" w:rsidRDefault="00BD7024" w14:paraId="3F5F589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:rsidRPr="00D52C96" w:rsidR="002A5341" w:rsidP="002A5341" w:rsidRDefault="002A5341" w14:paraId="4802585D" w14:textId="7E4FCC7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Kuczowic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J., Wycena małego przedsiębiorstwa : praktyczny poradnik z przykładami.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  <w:p w:rsidRPr="00D52C96" w:rsidR="002A5341" w:rsidP="002A5341" w:rsidRDefault="002A5341" w14:paraId="56639E30" w14:textId="2A827C1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Wycena przedsiębiorstw w procesie międzynarodowych fuzji i przejęć, red. nauk. D. Ciesielska, K. Mazur.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, Warszawa 2015.</w:t>
            </w:r>
          </w:p>
          <w:p w:rsidRPr="00D52C96" w:rsidR="00BD7024" w:rsidP="002A5341" w:rsidRDefault="00BD7024" w14:paraId="6284A8CE" w14:textId="0478297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Pr="00D52C96" w:rsidR="002A5341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PWN, Warszawa 2012.</w:t>
            </w:r>
          </w:p>
        </w:tc>
      </w:tr>
      <w:tr w:rsidRPr="00D52C96" w:rsidR="00BD7024" w:rsidTr="00805531" w14:paraId="4D511E38" w14:textId="77777777">
        <w:trPr>
          <w:trHeight w:val="397"/>
        </w:trPr>
        <w:tc>
          <w:tcPr>
            <w:tcW w:w="5000" w:type="pct"/>
          </w:tcPr>
          <w:p w:rsidRPr="00D52C96" w:rsidR="00BD7024" w:rsidP="000701FD" w:rsidRDefault="00BD7024" w14:paraId="1B1B036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Pr="00D52C96" w:rsidR="00BD7024" w:rsidP="00BD7024" w:rsidRDefault="00BD7024" w14:paraId="2C41B5E5" w14:textId="79A3DBC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Mączyńska E.,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Prystupa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 xml:space="preserve"> M., Rygiel K., </w:t>
            </w:r>
            <w:r w:rsidRPr="00D52C9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Ile jest warta nieruchomość?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>, Warszawa 2016.</w:t>
            </w:r>
          </w:p>
          <w:p w:rsidRPr="00D52C96" w:rsidR="00BD7024" w:rsidP="00BD7024" w:rsidRDefault="00BD7024" w14:paraId="2CF85B63" w14:textId="1A732E2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:rsidRPr="00D52C96" w:rsidR="00BD7024" w:rsidP="00BD7024" w:rsidRDefault="00BD7024" w14:paraId="07433B50" w14:textId="77777777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Stowarzyszenie Księgowych w Polsce, Warszawa 2005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Pr="00D52C96" w:rsidR="00BD7024" w:rsidP="00BD7024" w:rsidRDefault="00BD7024" w14:paraId="765EEEB1" w14:textId="0977CAE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Fierla</w:t>
            </w:r>
            <w:proofErr w:type="spellEnd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A., Wycena przedsiębiorstwa metodami dochodowymi. </w:t>
            </w:r>
            <w:proofErr w:type="spellStart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SGH</w:t>
            </w:r>
            <w:proofErr w:type="spellEnd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-Oficyna</w:t>
            </w:r>
          </w:p>
          <w:p w:rsidRPr="00D52C96" w:rsidR="00BD7024" w:rsidP="000701FD" w:rsidRDefault="00BD7024" w14:paraId="32F7FFCD" w14:textId="10DA7FE3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Wydawnicza, Warszawa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2008</w:t>
            </w:r>
            <w:r w:rsidRPr="00D52C96" w:rsidR="002A5341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:rsidRPr="00D52C96" w:rsidR="00BD7024" w:rsidP="000701FD" w:rsidRDefault="00BD7024" w14:paraId="6F1D2CEB" w14:textId="77777777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:rsidRPr="00D52C96" w:rsidR="0085747A" w:rsidP="009C54AE" w:rsidRDefault="0085747A" w14:paraId="2ADA574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2C96" w:rsidR="0085747A" w:rsidP="009C54AE" w:rsidRDefault="0085747A" w14:paraId="15525A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2C96" w:rsidR="0085747A" w:rsidP="00F83B28" w:rsidRDefault="0085747A" w14:paraId="136B187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2C9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D1A" w:rsidP="00C16ABF" w:rsidRDefault="00984D1A" w14:paraId="22CBA009" w14:textId="77777777">
      <w:pPr>
        <w:spacing w:after="0" w:line="240" w:lineRule="auto"/>
      </w:pPr>
      <w:r>
        <w:separator/>
      </w:r>
    </w:p>
  </w:endnote>
  <w:endnote w:type="continuationSeparator" w:id="0">
    <w:p w:rsidR="00984D1A" w:rsidP="00C16ABF" w:rsidRDefault="00984D1A" w14:paraId="0D7F3C6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D1A" w:rsidP="00C16ABF" w:rsidRDefault="00984D1A" w14:paraId="18307F11" w14:textId="77777777">
      <w:pPr>
        <w:spacing w:after="0" w:line="240" w:lineRule="auto"/>
      </w:pPr>
      <w:r>
        <w:separator/>
      </w:r>
    </w:p>
  </w:footnote>
  <w:footnote w:type="continuationSeparator" w:id="0">
    <w:p w:rsidR="00984D1A" w:rsidP="00C16ABF" w:rsidRDefault="00984D1A" w14:paraId="3EF1DD13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 w:eastAsia="Calibr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E5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9F9"/>
    <w:rsid w:val="000D04B0"/>
    <w:rsid w:val="000D18AF"/>
    <w:rsid w:val="000F1C57"/>
    <w:rsid w:val="000F5615"/>
    <w:rsid w:val="00124BFF"/>
    <w:rsid w:val="0012560E"/>
    <w:rsid w:val="00127108"/>
    <w:rsid w:val="00131D48"/>
    <w:rsid w:val="00134B13"/>
    <w:rsid w:val="0014405D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386A"/>
    <w:rsid w:val="005C55E5"/>
    <w:rsid w:val="005C696A"/>
    <w:rsid w:val="005E6E85"/>
    <w:rsid w:val="005F31D2"/>
    <w:rsid w:val="0061029B"/>
    <w:rsid w:val="00617230"/>
    <w:rsid w:val="00621CE1"/>
    <w:rsid w:val="00626EC6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C3299"/>
    <w:rsid w:val="007C3BCC"/>
    <w:rsid w:val="007C4546"/>
    <w:rsid w:val="007D435D"/>
    <w:rsid w:val="007D6958"/>
    <w:rsid w:val="007D6E56"/>
    <w:rsid w:val="007F4155"/>
    <w:rsid w:val="007F4346"/>
    <w:rsid w:val="00805531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32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21B"/>
    <w:rsid w:val="00946B94"/>
    <w:rsid w:val="009508DF"/>
    <w:rsid w:val="00950DAC"/>
    <w:rsid w:val="00954A07"/>
    <w:rsid w:val="00973196"/>
    <w:rsid w:val="009832F2"/>
    <w:rsid w:val="00984B23"/>
    <w:rsid w:val="00984D1A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212C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AD6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2C96"/>
    <w:rsid w:val="00D52DBA"/>
    <w:rsid w:val="00D552B2"/>
    <w:rsid w:val="00D608D1"/>
    <w:rsid w:val="00D74119"/>
    <w:rsid w:val="00D8075B"/>
    <w:rsid w:val="00D82B63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40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4931F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styleId="paragraph" w:customStyle="1">
    <w:name w:val="paragraph"/>
    <w:basedOn w:val="Normalny"/>
    <w:rsid w:val="008A732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A7328"/>
  </w:style>
  <w:style w:type="character" w:styleId="spellingerror" w:customStyle="1">
    <w:name w:val="spellingerror"/>
    <w:basedOn w:val="Domylnaczcionkaakapitu"/>
    <w:rsid w:val="008A7328"/>
  </w:style>
  <w:style w:type="character" w:styleId="eop" w:customStyle="1">
    <w:name w:val="eop"/>
    <w:basedOn w:val="Domylnaczcionkaakapitu"/>
    <w:rsid w:val="008A7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5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3EB0-0303-4884-9166-7F70F7923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B648A-C65C-46BC-B281-33F7254FCF7D}"/>
</file>

<file path=customXml/itemProps3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C1466-43B5-4744-BD77-2CB10551A2D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25</cp:revision>
  <cp:lastPrinted>2019-02-06T12:12:00Z</cp:lastPrinted>
  <dcterms:created xsi:type="dcterms:W3CDTF">2020-11-24T23:46:00Z</dcterms:created>
  <dcterms:modified xsi:type="dcterms:W3CDTF">2022-06-01T04:15:31Z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